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B95DD9"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[Vali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3DC7EA2D"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1D4AA1" w:rsidRPr="001D4AA1">
        <w:rPr>
          <w:b/>
          <w:bCs/>
          <w:spacing w:val="0"/>
        </w:rPr>
        <w:t>Kubja puhkekoha rekonstrueerimistööde lõpetamine</w:t>
      </w:r>
      <w:r w:rsidR="00B95DD9">
        <w:rPr>
          <w:b/>
          <w:bCs/>
          <w:spacing w:val="0"/>
        </w:rPr>
        <w:t xml:space="preserve"> (2)</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1D4AA1">
        <w:rPr>
          <w:spacing w:val="0"/>
        </w:rPr>
        <w:t>3</w:t>
      </w:r>
      <w:r w:rsidR="00B95DD9">
        <w:rPr>
          <w:spacing w:val="0"/>
        </w:rPr>
        <w:t>425</w:t>
      </w:r>
      <w:r w:rsidR="00A251B1" w:rsidRPr="001919C7">
        <w:rPr>
          <w:spacing w:val="0"/>
        </w:rPr>
        <w:t xml:space="preserve">, </w:t>
      </w:r>
      <w:r w:rsidR="001950D6" w:rsidRPr="001919C7">
        <w:rPr>
          <w:spacing w:val="0"/>
        </w:rPr>
        <w:t xml:space="preserve">viitenumber </w:t>
      </w:r>
      <w:bookmarkEnd w:id="0"/>
      <w:r w:rsidR="00B95DD9">
        <w:rPr>
          <w:spacing w:val="0"/>
        </w:rPr>
        <w:t>296047</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0D90A8D9"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1D4AA1">
        <w:rPr>
          <w:i/>
          <w:iCs/>
          <w:spacing w:val="0"/>
        </w:rPr>
        <w:t xml:space="preserve">Kubja puhkekoha rekonstrueerimistööde </w:t>
      </w:r>
      <w:r w:rsidR="00533ACB" w:rsidRPr="00533ACB">
        <w:rPr>
          <w:i/>
          <w:iCs/>
          <w:spacing w:val="0"/>
        </w:rPr>
        <w:t xml:space="preserve"> </w:t>
      </w:r>
      <w:r w:rsidR="0016726C">
        <w:rPr>
          <w:spacing w:val="0"/>
        </w:rPr>
        <w:t xml:space="preserve">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60FA2DFF"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1D4AA1" w:rsidRPr="001D4AA1">
        <w:rPr>
          <w:spacing w:val="0"/>
        </w:rPr>
        <w:t>Kubja puhkekoha rekonstrueerimistööde lõpetamine</w:t>
      </w:r>
      <w:r w:rsidR="00124DF9" w:rsidRPr="00124DF9">
        <w:rPr>
          <w:spacing w:val="0"/>
        </w:rPr>
        <w:t>“ (DHS nr 1-47.</w:t>
      </w:r>
      <w:r w:rsidR="001D4AA1">
        <w:rPr>
          <w:spacing w:val="0"/>
        </w:rPr>
        <w:t>3</w:t>
      </w:r>
      <w:r w:rsidR="00B95DD9">
        <w:rPr>
          <w:spacing w:val="0"/>
        </w:rPr>
        <w:t>425</w:t>
      </w:r>
      <w:r w:rsidR="00124DF9" w:rsidRPr="00124DF9">
        <w:rPr>
          <w:spacing w:val="0"/>
        </w:rPr>
        <w:t xml:space="preserve">, viitenumber </w:t>
      </w:r>
      <w:r w:rsidR="00B95DD9">
        <w:rPr>
          <w:spacing w:val="0"/>
        </w:rPr>
        <w:t>296047</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AEC54CF" w:rsidR="00543444" w:rsidRPr="002074C7" w:rsidRDefault="002074C7" w:rsidP="008627D6">
      <w:pPr>
        <w:pStyle w:val="Loendilik"/>
        <w:numPr>
          <w:ilvl w:val="1"/>
          <w:numId w:val="33"/>
        </w:numPr>
        <w:jc w:val="both"/>
        <w:rPr>
          <w:b/>
          <w:bCs/>
          <w:spacing w:val="0"/>
        </w:rPr>
      </w:pPr>
      <w:r w:rsidRPr="002074C7">
        <w:rPr>
          <w:spacing w:val="0"/>
        </w:rPr>
        <w:t>Tööde teostamise tähtaeg/periood  on ___________.</w:t>
      </w:r>
    </w:p>
    <w:p w14:paraId="60E552AF" w14:textId="09173E80"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332A37" w:rsidRPr="002074C7">
        <w:rPr>
          <w:spacing w:val="0"/>
        </w:rPr>
        <w:t>________</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üldmaksumus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Tööde üldmaksumusele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r w:rsidRPr="001919C7">
        <w:rPr>
          <w:spacing w:val="0"/>
        </w:rPr>
        <w:t xml:space="preserve">üldmaksumust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üldmaksumuse ületamise, kvaliteedinõuetest või teostamise tähtaegadest mittekinnipidamise vajadusest või </w:t>
      </w:r>
      <w:r w:rsidR="0010269D" w:rsidRPr="001919C7">
        <w:rPr>
          <w:spacing w:val="0"/>
        </w:rPr>
        <w:lastRenderedPageBreak/>
        <w:t>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 xml:space="preserve">ellijalt saadud teatise vormil, millel tuleb näidata järgmised andmed: </w:t>
      </w:r>
      <w:r w:rsidRPr="001919C7">
        <w:rPr>
          <w:spacing w:val="0"/>
        </w:rPr>
        <w:lastRenderedPageBreak/>
        <w:t>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üldmaksumuse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lastRenderedPageBreak/>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üleandmata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ellija esindaja soovi korral omal kulul avama üleandmata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lastRenderedPageBreak/>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lastRenderedPageBreak/>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üldmaksumusest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lastRenderedPageBreak/>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B95DD9"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B95DD9"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4AA1"/>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860D2"/>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47C4C"/>
    <w:rsid w:val="0095086A"/>
    <w:rsid w:val="00954F57"/>
    <w:rsid w:val="009603AB"/>
    <w:rsid w:val="009620E2"/>
    <w:rsid w:val="00964A6F"/>
    <w:rsid w:val="0096622A"/>
    <w:rsid w:val="0096739E"/>
    <w:rsid w:val="009735BF"/>
    <w:rsid w:val="009745E2"/>
    <w:rsid w:val="0098116A"/>
    <w:rsid w:val="0098194E"/>
    <w:rsid w:val="0099385A"/>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464B"/>
    <w:rsid w:val="00B94694"/>
    <w:rsid w:val="00B95DD9"/>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563721"/>
    <w:rsid w:val="006205D2"/>
    <w:rsid w:val="006B71CE"/>
    <w:rsid w:val="006D2FD4"/>
    <w:rsid w:val="007A01E4"/>
    <w:rsid w:val="007A2383"/>
    <w:rsid w:val="008860D2"/>
    <w:rsid w:val="00954EF2"/>
    <w:rsid w:val="0099385A"/>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1</TotalTime>
  <Pages>8</Pages>
  <Words>3018</Words>
  <Characters>23248</Characters>
  <Application>Microsoft Office Word</Application>
  <DocSecurity>4</DocSecurity>
  <Lines>193</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2</cp:revision>
  <cp:lastPrinted>2012-01-19T21:15:00Z</cp:lastPrinted>
  <dcterms:created xsi:type="dcterms:W3CDTF">2025-05-29T06:31:00Z</dcterms:created>
  <dcterms:modified xsi:type="dcterms:W3CDTF">2025-05-29T06:31:00Z</dcterms:modified>
</cp:coreProperties>
</file>